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1338B" w14:textId="5C9AAB79" w:rsidR="00D50CA6" w:rsidRDefault="00E34580">
      <w:pPr>
        <w:pStyle w:val="berschrift2"/>
      </w:pPr>
      <w:r>
        <w:rPr>
          <w:noProof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16EEC276" wp14:editId="0C7F2D95">
            <wp:simplePos x="0" y="0"/>
            <wp:positionH relativeFrom="margin">
              <wp:posOffset>5073650</wp:posOffset>
            </wp:positionH>
            <wp:positionV relativeFrom="paragraph">
              <wp:posOffset>-109855</wp:posOffset>
            </wp:positionV>
            <wp:extent cx="779780" cy="871220"/>
            <wp:effectExtent l="0" t="0" r="0" b="508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38"/>
                    <a:stretch/>
                  </pic:blipFill>
                  <pic:spPr bwMode="auto">
                    <a:xfrm>
                      <a:off x="0" y="0"/>
                      <a:ext cx="77978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E30">
        <w:t>Chamäleon</w:t>
      </w:r>
      <w:r>
        <w:t xml:space="preserve"> - Stimmungsbarometer</w:t>
      </w:r>
    </w:p>
    <w:p w14:paraId="4C46CACA" w14:textId="52DE724F" w:rsidR="000C4BBA" w:rsidRPr="000C4BBA" w:rsidRDefault="000C4BBA" w:rsidP="000C4BBA">
      <w:pPr>
        <w:pStyle w:val="berschrift2"/>
      </w:pPr>
      <w:r>
        <w:t>Arbe</w:t>
      </w:r>
      <w:bookmarkStart w:id="0" w:name="_GoBack"/>
      <w:bookmarkEnd w:id="0"/>
      <w:r>
        <w:t>itsblatt</w:t>
      </w:r>
    </w:p>
    <w:p w14:paraId="34B13000" w14:textId="77777777" w:rsidR="00E34580" w:rsidRDefault="00E34580">
      <w:pPr>
        <w:rPr>
          <w:noProof/>
        </w:rPr>
      </w:pPr>
    </w:p>
    <w:p w14:paraId="6322C1C6" w14:textId="5A732A79" w:rsidR="008923CE" w:rsidRDefault="008923CE" w:rsidP="00A22BE6">
      <w:pPr>
        <w:pStyle w:val="Aufgaben"/>
        <w:jc w:val="left"/>
      </w:pPr>
    </w:p>
    <w:p w14:paraId="1E1D4DE8" w14:textId="77777777" w:rsidR="00062B23" w:rsidRDefault="00062B23" w:rsidP="001251F7">
      <w:pPr>
        <w:pStyle w:val="Aufgaben"/>
      </w:pPr>
    </w:p>
    <w:tbl>
      <w:tblPr>
        <w:tblStyle w:val="Tabellenraster"/>
        <w:tblW w:w="7880" w:type="dxa"/>
        <w:jc w:val="center"/>
        <w:tblInd w:w="425" w:type="dxa"/>
        <w:tblLook w:val="04A0" w:firstRow="1" w:lastRow="0" w:firstColumn="1" w:lastColumn="0" w:noHBand="0" w:noVBand="1"/>
      </w:tblPr>
      <w:tblGrid>
        <w:gridCol w:w="2627"/>
        <w:gridCol w:w="2626"/>
        <w:gridCol w:w="2627"/>
      </w:tblGrid>
      <w:tr w:rsidR="00C0725F" w14:paraId="2473D81F" w14:textId="77777777" w:rsidTr="00C0725F">
        <w:trPr>
          <w:trHeight w:val="283"/>
          <w:jc w:val="center"/>
        </w:trPr>
        <w:tc>
          <w:tcPr>
            <w:tcW w:w="2627" w:type="dxa"/>
            <w:vAlign w:val="center"/>
          </w:tcPr>
          <w:p w14:paraId="61F8BB65" w14:textId="39B94597" w:rsidR="00C0725F" w:rsidRDefault="008C2F4C" w:rsidP="00C0725F">
            <w:pPr>
              <w:pStyle w:val="Aufgaben"/>
              <w:ind w:left="0" w:firstLine="0"/>
              <w:jc w:val="center"/>
            </w:pPr>
            <w:r>
              <w:t>Zeitschritt t</w:t>
            </w:r>
          </w:p>
        </w:tc>
        <w:tc>
          <w:tcPr>
            <w:tcW w:w="2626" w:type="dxa"/>
            <w:vAlign w:val="center"/>
          </w:tcPr>
          <w:p w14:paraId="1E39FF17" w14:textId="4EE5907A" w:rsidR="00C0725F" w:rsidRDefault="00C0725F" w:rsidP="008C2F4C">
            <w:pPr>
              <w:pStyle w:val="Aufgaben"/>
              <w:ind w:left="0" w:firstLine="0"/>
              <w:jc w:val="center"/>
            </w:pPr>
            <w:r>
              <w:t xml:space="preserve">Zeitschritt </w:t>
            </w:r>
            <w:r w:rsidR="008C2F4C">
              <w:t xml:space="preserve">t+1 </w:t>
            </w:r>
            <w:r>
              <w:t>(3,2,5)</w:t>
            </w:r>
          </w:p>
        </w:tc>
        <w:tc>
          <w:tcPr>
            <w:tcW w:w="2627" w:type="dxa"/>
            <w:vAlign w:val="center"/>
          </w:tcPr>
          <w:p w14:paraId="31FBD053" w14:textId="7155A811" w:rsidR="00C0725F" w:rsidRDefault="00C0725F" w:rsidP="00C0725F">
            <w:pPr>
              <w:pStyle w:val="Aufgaben"/>
              <w:ind w:left="0" w:firstLine="0"/>
              <w:jc w:val="center"/>
            </w:pPr>
            <w:r>
              <w:t xml:space="preserve">Zeitschritt </w:t>
            </w:r>
            <w:r w:rsidR="008C2F4C">
              <w:t>t+</w:t>
            </w:r>
            <w:r>
              <w:t>2 (7,1,5)</w:t>
            </w:r>
          </w:p>
        </w:tc>
      </w:tr>
      <w:tr w:rsidR="00C0725F" w14:paraId="475AC47E" w14:textId="77777777" w:rsidTr="00C0725F">
        <w:trPr>
          <w:cantSplit/>
          <w:trHeight w:val="2256"/>
          <w:jc w:val="center"/>
        </w:trPr>
        <w:tc>
          <w:tcPr>
            <w:tcW w:w="2627" w:type="dxa"/>
            <w:vAlign w:val="center"/>
          </w:tcPr>
          <w:tbl>
            <w:tblPr>
              <w:tblStyle w:val="Tabellenraster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2"/>
              <w:gridCol w:w="302"/>
              <w:gridCol w:w="302"/>
              <w:gridCol w:w="302"/>
              <w:gridCol w:w="302"/>
            </w:tblGrid>
            <w:tr w:rsidR="00C0725F" w14:paraId="4E577C30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</w:tcPr>
                <w:p w14:paraId="7D056E0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545B08AA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436840F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119224F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2EA0152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648AC8AF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</w:tcPr>
                <w:p w14:paraId="0D44182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08604EE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71C0354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75C9EA6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5E32F91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056D9594" w14:textId="77777777" w:rsidTr="00C0725F">
              <w:trPr>
                <w:trHeight w:val="285"/>
                <w:jc w:val="center"/>
              </w:trPr>
              <w:tc>
                <w:tcPr>
                  <w:tcW w:w="302" w:type="dxa"/>
                  <w:shd w:val="clear" w:color="auto" w:fill="BFBFBF" w:themeFill="background1" w:themeFillShade="BF"/>
                  <w:vAlign w:val="center"/>
                </w:tcPr>
                <w:p w14:paraId="3B41DFE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6937843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11D765D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0F6B476C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219FAAF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66F04CD5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581000D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8FC38A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F1639A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2ADC31D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2F22D91F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44458FCD" w14:textId="77777777" w:rsidTr="00C0725F">
              <w:trPr>
                <w:trHeight w:val="285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2BC067AA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0F55A7E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6416CC70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59ADD32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7C898F2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2ECB59BB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3BAA9400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19FC8664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07BC5B43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6005BDE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5753395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49F34A19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</w:tcPr>
                <w:p w14:paraId="4A3E2B5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4E1131E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04B40C1D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BFBFBF" w:themeFill="background1" w:themeFillShade="BF"/>
                </w:tcPr>
                <w:p w14:paraId="0A4179EC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</w:tcPr>
                <w:p w14:paraId="0CEF0DD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</w:tbl>
          <w:p w14:paraId="525CE409" w14:textId="1F7747B8" w:rsidR="00C0725F" w:rsidRPr="00644E75" w:rsidRDefault="00C0725F" w:rsidP="00C0725F">
            <w:pPr>
              <w:jc w:val="center"/>
            </w:pPr>
          </w:p>
        </w:tc>
        <w:tc>
          <w:tcPr>
            <w:tcW w:w="2626" w:type="dxa"/>
            <w:vAlign w:val="center"/>
          </w:tcPr>
          <w:tbl>
            <w:tblPr>
              <w:tblStyle w:val="Tabellenraster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2"/>
              <w:gridCol w:w="302"/>
              <w:gridCol w:w="302"/>
              <w:gridCol w:w="302"/>
              <w:gridCol w:w="302"/>
            </w:tblGrid>
            <w:tr w:rsidR="00C0725F" w14:paraId="206CC868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701453C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56DE3D6D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6E7537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37ADAE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B2C600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6C88D1CC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08510BEF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843949C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3A8F4C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3C30A13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C6652F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5CA46434" w14:textId="77777777" w:rsidTr="00C0725F">
              <w:trPr>
                <w:trHeight w:val="285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57E56EAD" w14:textId="4A359E36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7D3CE8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3A69ED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A28150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0EBBFB4D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68D65E5B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29A517AD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D8A1A3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61BBB8A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0F692FF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E720FD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423710EB" w14:textId="77777777" w:rsidTr="00C0725F">
              <w:trPr>
                <w:trHeight w:val="285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02EEAC3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9509331" w14:textId="1BE67470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32B8BE8" w14:textId="730DB73D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8A30A3C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1CCA08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48B0882D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5590D1D9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FCF60CD" w14:textId="06035A3B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1C172B0" w14:textId="4DA0FADC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559981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92C6F24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4E2DA41D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376506D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9C4D79A" w14:textId="40C26879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F8FF2D4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0639E95" w14:textId="266A043A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8C7A5B9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</w:tbl>
          <w:p w14:paraId="50A5187E" w14:textId="63448CF9" w:rsidR="00C0725F" w:rsidRDefault="00C0725F" w:rsidP="00C0725F">
            <w:pPr>
              <w:pStyle w:val="Aufgaben"/>
              <w:ind w:left="0" w:firstLine="0"/>
              <w:jc w:val="center"/>
            </w:pPr>
          </w:p>
        </w:tc>
        <w:tc>
          <w:tcPr>
            <w:tcW w:w="2627" w:type="dxa"/>
            <w:vAlign w:val="center"/>
          </w:tcPr>
          <w:tbl>
            <w:tblPr>
              <w:tblStyle w:val="Tabellenraster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2"/>
              <w:gridCol w:w="302"/>
              <w:gridCol w:w="302"/>
              <w:gridCol w:w="302"/>
              <w:gridCol w:w="302"/>
            </w:tblGrid>
            <w:tr w:rsidR="00C0725F" w14:paraId="22281D6E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047D897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5F0E73D0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87DE28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206756F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77F1A7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1F2A3B6C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77FDCDA3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5EC6EDC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09C1BF2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FE8DF0A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3C17174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7AFB3CCC" w14:textId="77777777" w:rsidTr="00C0725F">
              <w:trPr>
                <w:trHeight w:val="285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32364E44" w14:textId="49A95064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8654ABC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0F10BC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0A5E9AD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A668B4F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0FA67F6F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13585BEB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3FCAF8F3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8BD4D0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141F69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A9CE268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3B91DD0A" w14:textId="77777777" w:rsidTr="00C0725F">
              <w:trPr>
                <w:trHeight w:val="285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01737C07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669BC95" w14:textId="7F7DE6B0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1748821" w14:textId="1544AE2B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E9743C9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1C106225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64E22F81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65D999EE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67F31C5F" w14:textId="1C07F064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4944B57" w14:textId="7B592405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81B38D8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4760BA91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  <w:tr w:rsidR="00C0725F" w14:paraId="2CF495F8" w14:textId="77777777" w:rsidTr="00C0725F">
              <w:trPr>
                <w:trHeight w:val="274"/>
                <w:jc w:val="center"/>
              </w:trPr>
              <w:tc>
                <w:tcPr>
                  <w:tcW w:w="302" w:type="dxa"/>
                  <w:shd w:val="clear" w:color="auto" w:fill="FFFFFF" w:themeFill="background1"/>
                </w:tcPr>
                <w:p w14:paraId="5445581B" w14:textId="779DE8F1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0351E166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740B482" w14:textId="7FFE63BA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0859D0C0" w14:textId="7777777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  <w:tc>
                <w:tcPr>
                  <w:tcW w:w="302" w:type="dxa"/>
                  <w:shd w:val="clear" w:color="auto" w:fill="FFFFFF" w:themeFill="background1"/>
                </w:tcPr>
                <w:p w14:paraId="78AA00FB" w14:textId="5D44D247" w:rsidR="00C0725F" w:rsidRDefault="00C0725F" w:rsidP="00C0725F">
                  <w:pPr>
                    <w:pStyle w:val="Aufgaben"/>
                    <w:ind w:left="0" w:firstLine="0"/>
                    <w:jc w:val="center"/>
                  </w:pPr>
                </w:p>
              </w:tc>
            </w:tr>
          </w:tbl>
          <w:p w14:paraId="68A970D7" w14:textId="38FDD8EF" w:rsidR="00C0725F" w:rsidRDefault="00C0725F" w:rsidP="00C0725F">
            <w:pPr>
              <w:pStyle w:val="Aufgaben"/>
              <w:ind w:left="0" w:firstLine="0"/>
              <w:jc w:val="center"/>
            </w:pPr>
          </w:p>
        </w:tc>
      </w:tr>
    </w:tbl>
    <w:p w14:paraId="2B2FD3E7" w14:textId="77777777" w:rsidR="00254A84" w:rsidRDefault="00254A84" w:rsidP="001251F7">
      <w:pPr>
        <w:pStyle w:val="Aufgaben"/>
      </w:pPr>
    </w:p>
    <w:sectPr w:rsidR="00254A84" w:rsidSect="009714C9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2829" w:right="1418" w:bottom="1134" w:left="1418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6882E" w14:textId="77777777" w:rsidR="00883CD2" w:rsidRDefault="00883CD2">
      <w:r>
        <w:separator/>
      </w:r>
    </w:p>
  </w:endnote>
  <w:endnote w:type="continuationSeparator" w:id="0">
    <w:p w14:paraId="65B03404" w14:textId="77777777" w:rsidR="00883CD2" w:rsidRDefault="0088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36052" w14:textId="77777777" w:rsidR="00364889" w:rsidRDefault="00364889">
    <w:pPr>
      <w:rPr>
        <w:bCs/>
      </w:rPr>
    </w:pPr>
    <w:r>
      <w:t>Lösungen **</w:t>
    </w:r>
    <w:proofErr w:type="spellStart"/>
    <w:r>
      <w:t>wettbewerb</w:t>
    </w:r>
    <w:proofErr w:type="spellEnd"/>
    <w:r>
      <w:t xml:space="preserve"> {Fußzeile}</w:t>
    </w:r>
    <w:r>
      <w:tab/>
      <w:t>**Schulart**</w:t>
    </w:r>
    <w:r>
      <w:tab/>
      <w:t>Klassenstufen **/**</w:t>
    </w:r>
  </w:p>
  <w:p w14:paraId="0BC303C8" w14:textId="77777777" w:rsidR="00364889" w:rsidRDefault="00364889">
    <w:pPr>
      <w:framePr w:wrap="around" w:vAnchor="text" w:hAnchor="page" w:x="6279" w:y="146"/>
    </w:pPr>
  </w:p>
  <w:p w14:paraId="5374C8E7" w14:textId="77777777" w:rsidR="00364889" w:rsidRDefault="00364889">
    <w:pPr>
      <w:pStyle w:val="berschrift3"/>
      <w:tabs>
        <w:tab w:val="center" w:pos="4500"/>
      </w:tabs>
      <w:rPr>
        <w:sz w:val="20"/>
      </w:rPr>
    </w:pPr>
  </w:p>
  <w:p w14:paraId="424C1711" w14:textId="77777777" w:rsidR="00364889" w:rsidRDefault="00364889">
    <w:pPr>
      <w:pStyle w:val="berschrift3"/>
      <w:tabs>
        <w:tab w:val="center" w:pos="4500"/>
      </w:tabs>
      <w:rPr>
        <w:rFonts w:ascii="Times New Roman" w:hAnsi="Times New Roman" w:cs="Times New Roman"/>
        <w:bCs w:val="0"/>
        <w:szCs w:val="24"/>
        <w:lang w:eastAsia="de-DE" w:bidi="ar-SA"/>
      </w:rPr>
    </w:pPr>
    <w:r>
      <w:rPr>
        <w:sz w:val="20"/>
      </w:rPr>
      <w:tab/>
      <w:t xml:space="preserve">Seite </w:t>
    </w:r>
    <w:r>
      <w:rPr>
        <w:sz w:val="20"/>
      </w:rPr>
      <w:fldChar w:fldCharType="begin"/>
    </w:r>
    <w:r>
      <w:rPr>
        <w:sz w:val="20"/>
      </w:rPr>
      <w:instrText xml:space="preserve">PAGE 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  <w:r>
      <w:rPr>
        <w:rFonts w:ascii="Times New Roman" w:hAnsi="Times New Roman" w:cs="Times New Roman"/>
        <w:bCs w:val="0"/>
        <w:szCs w:val="24"/>
        <w:lang w:eastAsia="de-DE" w:bidi="ar-SA"/>
      </w:rPr>
      <w:tab/>
    </w:r>
  </w:p>
  <w:p w14:paraId="7C1DB626" w14:textId="77777777" w:rsidR="00364889" w:rsidRDefault="003648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5BD62" w14:textId="77777777" w:rsidR="00364889" w:rsidRDefault="00364889">
    <w:pPr>
      <w:pStyle w:val="berschrift3"/>
      <w:pBdr>
        <w:top w:val="single" w:sz="4" w:space="1" w:color="auto"/>
      </w:pBdr>
      <w:tabs>
        <w:tab w:val="left" w:pos="1620"/>
        <w:tab w:val="left" w:pos="4320"/>
        <w:tab w:val="left" w:pos="5040"/>
      </w:tabs>
      <w:rPr>
        <w:sz w:val="20"/>
      </w:rPr>
    </w:pPr>
  </w:p>
  <w:p w14:paraId="202F4267" w14:textId="77777777" w:rsidR="00364889" w:rsidRDefault="00364889">
    <w:pPr>
      <w:pStyle w:val="berschrift3"/>
      <w:tabs>
        <w:tab w:val="left" w:pos="1440"/>
        <w:tab w:val="left" w:pos="4140"/>
        <w:tab w:val="left" w:pos="4860"/>
        <w:tab w:val="left" w:pos="5760"/>
      </w:tabs>
      <w:rPr>
        <w:sz w:val="20"/>
      </w:rPr>
    </w:pPr>
    <w:r>
      <w:rPr>
        <w:sz w:val="20"/>
      </w:rPr>
      <w:t>Vorname:</w:t>
    </w:r>
    <w:r>
      <w:rPr>
        <w:sz w:val="20"/>
      </w:rPr>
      <w:tab/>
    </w:r>
    <w:r>
      <w:rPr>
        <w:sz w:val="20"/>
        <w:u w:val="single"/>
      </w:rPr>
      <w:tab/>
    </w:r>
    <w:r>
      <w:rPr>
        <w:sz w:val="20"/>
      </w:rPr>
      <w:tab/>
      <w:t>Schule:</w:t>
    </w:r>
    <w:r>
      <w:rPr>
        <w:sz w:val="20"/>
      </w:rPr>
      <w:tab/>
    </w:r>
    <w:r>
      <w:rPr>
        <w:sz w:val="20"/>
        <w:u w:val="single"/>
      </w:rPr>
      <w:tab/>
    </w:r>
  </w:p>
  <w:p w14:paraId="50132F2D" w14:textId="77777777" w:rsidR="00364889" w:rsidRDefault="00364889">
    <w:pPr>
      <w:tabs>
        <w:tab w:val="left" w:pos="1440"/>
        <w:tab w:val="left" w:pos="4140"/>
        <w:tab w:val="left" w:pos="4860"/>
        <w:tab w:val="left" w:pos="5760"/>
      </w:tabs>
      <w:rPr>
        <w:sz w:val="20"/>
        <w:lang w:eastAsia="zh-CN" w:bidi="he-IL"/>
      </w:rPr>
    </w:pPr>
  </w:p>
  <w:p w14:paraId="0B05AF50" w14:textId="77777777" w:rsidR="00364889" w:rsidRDefault="00364889">
    <w:pPr>
      <w:pStyle w:val="berschrift3"/>
      <w:tabs>
        <w:tab w:val="left" w:pos="1440"/>
        <w:tab w:val="left" w:pos="4140"/>
        <w:tab w:val="left" w:pos="4860"/>
        <w:tab w:val="left" w:pos="5760"/>
      </w:tabs>
      <w:rPr>
        <w:sz w:val="20"/>
      </w:rPr>
    </w:pPr>
    <w:r>
      <w:rPr>
        <w:sz w:val="20"/>
      </w:rPr>
      <w:t>Familienname:</w:t>
    </w:r>
    <w:r>
      <w:rPr>
        <w:sz w:val="20"/>
      </w:rPr>
      <w:tab/>
    </w:r>
    <w:r>
      <w:rPr>
        <w:sz w:val="20"/>
        <w:u w:val="single"/>
      </w:rPr>
      <w:tab/>
    </w:r>
    <w:r>
      <w:rPr>
        <w:sz w:val="20"/>
      </w:rPr>
      <w:tab/>
      <w:t>Klasse:</w:t>
    </w:r>
    <w:r>
      <w:rPr>
        <w:sz w:val="20"/>
      </w:rPr>
      <w:tab/>
    </w:r>
    <w:r>
      <w:rPr>
        <w:sz w:val="20"/>
        <w:u w:val="single"/>
      </w:rPr>
      <w:tab/>
    </w:r>
  </w:p>
  <w:p w14:paraId="74233AFE" w14:textId="77777777" w:rsidR="00364889" w:rsidRDefault="00364889">
    <w:pPr>
      <w:tabs>
        <w:tab w:val="left" w:pos="1440"/>
        <w:tab w:val="left" w:pos="4140"/>
        <w:tab w:val="center" w:pos="4500"/>
      </w:tabs>
      <w:rPr>
        <w:lang w:eastAsia="zh-CN" w:bidi="he-IL"/>
      </w:rPr>
    </w:pPr>
  </w:p>
  <w:p w14:paraId="069B258D" w14:textId="77777777" w:rsidR="00364889" w:rsidRDefault="00364889">
    <w:pPr>
      <w:jc w:val="center"/>
    </w:pPr>
    <w:r>
      <w:rPr>
        <w:rFonts w:cs="Arial"/>
        <w:lang w:eastAsia="zh-CN" w:bidi="he-IL"/>
      </w:rPr>
      <w:t xml:space="preserve">Seite </w:t>
    </w:r>
    <w:r>
      <w:rPr>
        <w:rFonts w:cs="Arial"/>
      </w:rPr>
      <w:fldChar w:fldCharType="begin"/>
    </w:r>
    <w:r>
      <w:rPr>
        <w:rFonts w:cs="Arial"/>
      </w:rPr>
      <w:instrText xml:space="preserve">PAGE 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B5DE7" w14:textId="77777777" w:rsidR="00883CD2" w:rsidRDefault="00883CD2">
      <w:r>
        <w:separator/>
      </w:r>
    </w:p>
  </w:footnote>
  <w:footnote w:type="continuationSeparator" w:id="0">
    <w:p w14:paraId="772F15B8" w14:textId="77777777" w:rsidR="00883CD2" w:rsidRDefault="00883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0583C" w14:textId="77777777" w:rsidR="00364889" w:rsidRDefault="00364889">
    <w:pPr>
      <w:pStyle w:val="berschrift1"/>
      <w:tabs>
        <w:tab w:val="left" w:pos="3600"/>
      </w:tabs>
    </w:pPr>
    <w:r>
      <w:rPr>
        <w:noProof/>
      </w:rPr>
      <w:drawing>
        <wp:anchor distT="0" distB="0" distL="114300" distR="114300" simplePos="0" relativeHeight="251656704" behindDoc="1" locked="0" layoutInCell="1" allowOverlap="1" wp14:anchorId="53EB104C" wp14:editId="7BDD086D">
          <wp:simplePos x="0" y="0"/>
          <wp:positionH relativeFrom="column">
            <wp:posOffset>4000500</wp:posOffset>
          </wp:positionH>
          <wp:positionV relativeFrom="paragraph">
            <wp:posOffset>-63500</wp:posOffset>
          </wp:positionV>
          <wp:extent cx="1714500" cy="1181735"/>
          <wp:effectExtent l="0" t="0" r="0" b="0"/>
          <wp:wrapThrough wrapText="bothSides">
            <wp:wrapPolygon edited="0">
              <wp:start x="0" y="0"/>
              <wp:lineTo x="0" y="21240"/>
              <wp:lineTo x="21360" y="21240"/>
              <wp:lineTo x="21360" y="0"/>
              <wp:lineTo x="0" y="0"/>
            </wp:wrapPolygon>
          </wp:wrapThrough>
          <wp:docPr id="3" name="Bild 5" descr="Beschreibung: Beschreibung: logo_gif_neu_2007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logo_gif_neu_2007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**Schulart**{Überschrift 1}</w:t>
    </w:r>
  </w:p>
  <w:p w14:paraId="61C5B5B5" w14:textId="77777777" w:rsidR="00364889" w:rsidRDefault="00364889">
    <w:pPr>
      <w:tabs>
        <w:tab w:val="left" w:pos="3600"/>
      </w:tabs>
      <w:rPr>
        <w:rFonts w:ascii="Arial" w:hAnsi="Arial" w:cs="Arial"/>
        <w:sz w:val="20"/>
      </w:rPr>
    </w:pPr>
  </w:p>
  <w:p w14:paraId="78D8DEA1" w14:textId="77777777" w:rsidR="00364889" w:rsidRDefault="00364889">
    <w:pPr>
      <w:pStyle w:val="berschrift2"/>
      <w:tabs>
        <w:tab w:val="left" w:pos="3600"/>
      </w:tabs>
    </w:pPr>
    <w:r>
      <w:t>**</w:t>
    </w:r>
    <w:proofErr w:type="spellStart"/>
    <w:r>
      <w:t>wettbewerb</w:t>
    </w:r>
    <w:proofErr w:type="spellEnd"/>
    <w:r>
      <w:t xml:space="preserve"> 200**/200** {Überschrift 2}</w:t>
    </w:r>
  </w:p>
  <w:p w14:paraId="32E1CCB0" w14:textId="77777777" w:rsidR="00364889" w:rsidRDefault="00364889">
    <w:pPr>
      <w:tabs>
        <w:tab w:val="left" w:pos="3600"/>
      </w:tabs>
      <w:rPr>
        <w:rFonts w:ascii="Arial" w:hAnsi="Arial" w:cs="Arial"/>
        <w:sz w:val="20"/>
      </w:rPr>
    </w:pPr>
  </w:p>
  <w:p w14:paraId="1B763BB4" w14:textId="77777777" w:rsidR="00364889" w:rsidRDefault="00364889">
    <w:pPr>
      <w:pStyle w:val="berschrift3"/>
      <w:tabs>
        <w:tab w:val="left" w:pos="3600"/>
      </w:tabs>
    </w:pPr>
    <w:r>
      <w:t>Klassenstufen **/** {</w:t>
    </w:r>
    <w:r>
      <w:rPr>
        <w:sz w:val="20"/>
      </w:rPr>
      <w:t>Überschrift 3}</w:t>
    </w:r>
  </w:p>
  <w:p w14:paraId="21DD31F9" w14:textId="77777777" w:rsidR="00364889" w:rsidRDefault="00364889">
    <w:pPr>
      <w:pStyle w:val="berschrift3"/>
      <w:pBdr>
        <w:bottom w:val="single" w:sz="4" w:space="1" w:color="auto"/>
      </w:pBdr>
      <w:tabs>
        <w:tab w:val="left" w:pos="3600"/>
      </w:tabs>
    </w:pPr>
    <w:r>
      <w:rPr>
        <w:bCs w:val="0"/>
      </w:rPr>
      <w:t xml:space="preserve">**. Aufgabe </w:t>
    </w:r>
    <w:r>
      <w:t>{</w:t>
    </w:r>
    <w:r>
      <w:rPr>
        <w:sz w:val="20"/>
      </w:rPr>
      <w:t>Überschrift 3}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859EC" w14:textId="77777777" w:rsidR="00364889" w:rsidRDefault="00364889">
    <w:pPr>
      <w:pStyle w:val="berschrift1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9992F1D" wp14:editId="34B14C91">
          <wp:simplePos x="0" y="0"/>
          <wp:positionH relativeFrom="margin">
            <wp:posOffset>4320540</wp:posOffset>
          </wp:positionH>
          <wp:positionV relativeFrom="margin">
            <wp:posOffset>-1440180</wp:posOffset>
          </wp:positionV>
          <wp:extent cx="1800225" cy="998855"/>
          <wp:effectExtent l="0" t="0" r="0" b="0"/>
          <wp:wrapSquare wrapText="bothSides"/>
          <wp:docPr id="2" name="Bild 4" descr="SIW-Logo 1339x776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W-Logo 1339x776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Gymnasium</w:t>
    </w:r>
    <w:r>
      <w:tab/>
    </w:r>
    <w:r>
      <w:tab/>
    </w:r>
  </w:p>
  <w:p w14:paraId="6A2EA2C0" w14:textId="77777777" w:rsidR="00364889" w:rsidRDefault="00364889"/>
  <w:p w14:paraId="1A268ECC" w14:textId="6185E4DE" w:rsidR="00364889" w:rsidRDefault="00364889">
    <w:pPr>
      <w:pStyle w:val="berschrift2"/>
      <w:tabs>
        <w:tab w:val="left" w:pos="3600"/>
      </w:tabs>
      <w:jc w:val="left"/>
    </w:pPr>
    <w:r w:rsidRPr="00BD3EF0">
      <w:t>Landeswettbewerb 20</w:t>
    </w:r>
    <w:r w:rsidR="00424BDD">
      <w:t>21</w:t>
    </w:r>
    <w:r>
      <w:t>/2</w:t>
    </w:r>
    <w:r w:rsidR="00424BDD">
      <w:t>2</w:t>
    </w:r>
  </w:p>
  <w:p w14:paraId="5440E2ED" w14:textId="77777777" w:rsidR="00364889" w:rsidRDefault="00364889"/>
  <w:p w14:paraId="584E8E7D" w14:textId="566AE5DC" w:rsidR="00364889" w:rsidRDefault="00364889">
    <w:pPr>
      <w:pStyle w:val="berschrift3"/>
    </w:pPr>
    <w:r>
      <w:t xml:space="preserve">Klassenstufen </w:t>
    </w:r>
    <w:r w:rsidR="00A64C3D">
      <w:t>9</w:t>
    </w:r>
    <w:r>
      <w:t>/</w:t>
    </w:r>
    <w:r w:rsidR="00A64C3D">
      <w:t>10</w:t>
    </w:r>
  </w:p>
  <w:p w14:paraId="58BD3CEE" w14:textId="369A8904" w:rsidR="00364889" w:rsidRDefault="00364889">
    <w:pPr>
      <w:pStyle w:val="berschrift3"/>
    </w:pPr>
    <w:r>
      <w:t>2. Aufgabe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B12F1" w14:textId="77777777" w:rsidR="00364889" w:rsidRDefault="00364889">
    <w:pPr>
      <w:pStyle w:val="berschrift1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0D33922" wp14:editId="12439AC1">
          <wp:simplePos x="0" y="0"/>
          <wp:positionH relativeFrom="column">
            <wp:posOffset>4000500</wp:posOffset>
          </wp:positionH>
          <wp:positionV relativeFrom="paragraph">
            <wp:posOffset>-63500</wp:posOffset>
          </wp:positionV>
          <wp:extent cx="1714500" cy="1181735"/>
          <wp:effectExtent l="0" t="0" r="0" b="0"/>
          <wp:wrapThrough wrapText="bothSides">
            <wp:wrapPolygon edited="0">
              <wp:start x="0" y="0"/>
              <wp:lineTo x="0" y="21240"/>
              <wp:lineTo x="21360" y="21240"/>
              <wp:lineTo x="21360" y="0"/>
              <wp:lineTo x="0" y="0"/>
            </wp:wrapPolygon>
          </wp:wrapThrough>
          <wp:docPr id="1" name="Bild 6" descr="Beschreibung: Beschreibung: logo_gif_neu_2007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Beschreibung: Beschreibung: logo_gif_neu_2007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Gymnasium</w:t>
    </w:r>
  </w:p>
  <w:p w14:paraId="69A29325" w14:textId="77777777" w:rsidR="00364889" w:rsidRDefault="00364889">
    <w:pPr>
      <w:rPr>
        <w:rFonts w:ascii="Arial" w:hAnsi="Arial" w:cs="Arial"/>
        <w:sz w:val="20"/>
      </w:rPr>
    </w:pPr>
  </w:p>
  <w:p w14:paraId="1CF3EC5A" w14:textId="77777777" w:rsidR="00364889" w:rsidRDefault="00364889">
    <w:pPr>
      <w:pStyle w:val="berschrift2"/>
    </w:pPr>
    <w:r>
      <w:t>**</w:t>
    </w:r>
    <w:proofErr w:type="spellStart"/>
    <w:r>
      <w:t>wettbewerb</w:t>
    </w:r>
    <w:proofErr w:type="spellEnd"/>
    <w:r>
      <w:t xml:space="preserve"> 200**/200**</w:t>
    </w:r>
  </w:p>
  <w:p w14:paraId="54BF007A" w14:textId="77777777" w:rsidR="00364889" w:rsidRDefault="00364889">
    <w:pPr>
      <w:rPr>
        <w:rFonts w:ascii="Arial" w:hAnsi="Arial" w:cs="Arial"/>
        <w:sz w:val="20"/>
      </w:rPr>
    </w:pPr>
  </w:p>
  <w:p w14:paraId="3E82229C" w14:textId="77777777" w:rsidR="00364889" w:rsidRDefault="00364889">
    <w:pPr>
      <w:pStyle w:val="berschrift3"/>
    </w:pPr>
    <w:r>
      <w:t>Klassenstufen **/**</w:t>
    </w:r>
  </w:p>
  <w:p w14:paraId="21768FCB" w14:textId="77777777" w:rsidR="00364889" w:rsidRDefault="00364889">
    <w:pPr>
      <w:pStyle w:val="berschrift3"/>
      <w:pBdr>
        <w:bottom w:val="single" w:sz="4" w:space="1" w:color="auto"/>
      </w:pBdr>
    </w:pPr>
    <w:r>
      <w:rPr>
        <w:bCs w:val="0"/>
      </w:rPr>
      <w:t>**. Aufgabe</w:t>
    </w:r>
  </w:p>
  <w:p w14:paraId="5C771F68" w14:textId="77777777" w:rsidR="00364889" w:rsidRDefault="003648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57E"/>
    <w:multiLevelType w:val="hybridMultilevel"/>
    <w:tmpl w:val="09E63B28"/>
    <w:lvl w:ilvl="0" w:tplc="6A628D7A">
      <w:start w:val="2"/>
      <w:numFmt w:val="lowerLetter"/>
      <w:lvlText w:val="%1)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>
    <w:nsid w:val="05C63D72"/>
    <w:multiLevelType w:val="hybridMultilevel"/>
    <w:tmpl w:val="9854590A"/>
    <w:lvl w:ilvl="0" w:tplc="60D080A6">
      <w:start w:val="1"/>
      <w:numFmt w:val="bullet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39EF3370"/>
    <w:multiLevelType w:val="hybridMultilevel"/>
    <w:tmpl w:val="3CE8E1B8"/>
    <w:lvl w:ilvl="0" w:tplc="1C02F14C">
      <w:start w:val="5"/>
      <w:numFmt w:val="bullet"/>
      <w:lvlText w:val="-"/>
      <w:lvlJc w:val="left"/>
      <w:pPr>
        <w:tabs>
          <w:tab w:val="num" w:pos="1324"/>
        </w:tabs>
        <w:ind w:left="1305" w:hanging="341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46DB787C"/>
    <w:multiLevelType w:val="hybridMultilevel"/>
    <w:tmpl w:val="45483CFA"/>
    <w:lvl w:ilvl="0" w:tplc="92568666">
      <w:start w:val="5"/>
      <w:numFmt w:val="bullet"/>
      <w:pStyle w:val="Liste2"/>
      <w:lvlText w:val="-"/>
      <w:lvlJc w:val="left"/>
      <w:pPr>
        <w:tabs>
          <w:tab w:val="num" w:pos="1380"/>
        </w:tabs>
        <w:ind w:left="1361" w:hanging="341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4C9940C2"/>
    <w:multiLevelType w:val="hybridMultilevel"/>
    <w:tmpl w:val="9D2892C6"/>
    <w:lvl w:ilvl="0" w:tplc="1D5EFA26">
      <w:start w:val="1"/>
      <w:numFmt w:val="bullet"/>
      <w:pStyle w:val="Liste1"/>
      <w:lvlText w:val=""/>
      <w:lvlJc w:val="left"/>
      <w:pPr>
        <w:tabs>
          <w:tab w:val="num" w:pos="1305"/>
        </w:tabs>
        <w:ind w:left="1305" w:hanging="426"/>
      </w:pPr>
      <w:rPr>
        <w:rFonts w:ascii="Symbol" w:hAnsi="Symbol" w:hint="default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2C61BE"/>
    <w:multiLevelType w:val="hybridMultilevel"/>
    <w:tmpl w:val="129C52BA"/>
    <w:lvl w:ilvl="0" w:tplc="E74C1040">
      <w:start w:val="5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01580F"/>
    <w:multiLevelType w:val="hybridMultilevel"/>
    <w:tmpl w:val="A148E66C"/>
    <w:lvl w:ilvl="0" w:tplc="28B291F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4"/>
  </w:num>
  <w:num w:numId="8">
    <w:abstractNumId w:val="3"/>
  </w:num>
  <w:num w:numId="9">
    <w:abstractNumId w:val="3"/>
  </w:num>
  <w:num w:numId="10">
    <w:abstractNumId w:val="4"/>
  </w:num>
  <w:num w:numId="11">
    <w:abstractNumId w:val="4"/>
  </w:num>
  <w:num w:numId="12">
    <w:abstractNumId w:val="3"/>
  </w:num>
  <w:num w:numId="13">
    <w:abstractNumId w:val="3"/>
  </w:num>
  <w:num w:numId="14">
    <w:abstractNumId w:val="4"/>
  </w:num>
  <w:num w:numId="15">
    <w:abstractNumId w:val="3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F0"/>
    <w:rsid w:val="00011570"/>
    <w:rsid w:val="0001523A"/>
    <w:rsid w:val="00062B23"/>
    <w:rsid w:val="00063ECF"/>
    <w:rsid w:val="00080A86"/>
    <w:rsid w:val="0008500A"/>
    <w:rsid w:val="00090F16"/>
    <w:rsid w:val="000A1700"/>
    <w:rsid w:val="000C3E30"/>
    <w:rsid w:val="000C4BBA"/>
    <w:rsid w:val="000D0274"/>
    <w:rsid w:val="000D4FB8"/>
    <w:rsid w:val="0010350F"/>
    <w:rsid w:val="0011290E"/>
    <w:rsid w:val="00114CA6"/>
    <w:rsid w:val="001251F7"/>
    <w:rsid w:val="0015071D"/>
    <w:rsid w:val="00174753"/>
    <w:rsid w:val="00175E0D"/>
    <w:rsid w:val="001A2D83"/>
    <w:rsid w:val="001A3918"/>
    <w:rsid w:val="001B206F"/>
    <w:rsid w:val="001B2A22"/>
    <w:rsid w:val="001C6CDE"/>
    <w:rsid w:val="001D37B0"/>
    <w:rsid w:val="001E0D80"/>
    <w:rsid w:val="00200C08"/>
    <w:rsid w:val="002020CD"/>
    <w:rsid w:val="00233E96"/>
    <w:rsid w:val="00236C88"/>
    <w:rsid w:val="00251014"/>
    <w:rsid w:val="0025295D"/>
    <w:rsid w:val="00254A84"/>
    <w:rsid w:val="002646A4"/>
    <w:rsid w:val="00275F8E"/>
    <w:rsid w:val="00276D9B"/>
    <w:rsid w:val="00277AFD"/>
    <w:rsid w:val="002801E0"/>
    <w:rsid w:val="00283E8C"/>
    <w:rsid w:val="00284D34"/>
    <w:rsid w:val="00290B62"/>
    <w:rsid w:val="002C39E6"/>
    <w:rsid w:val="002E46BE"/>
    <w:rsid w:val="002F006C"/>
    <w:rsid w:val="002F4F86"/>
    <w:rsid w:val="00303F72"/>
    <w:rsid w:val="003201D1"/>
    <w:rsid w:val="00332A0A"/>
    <w:rsid w:val="00335254"/>
    <w:rsid w:val="00347643"/>
    <w:rsid w:val="003519FD"/>
    <w:rsid w:val="00357022"/>
    <w:rsid w:val="00360358"/>
    <w:rsid w:val="0036220A"/>
    <w:rsid w:val="0036298E"/>
    <w:rsid w:val="00363489"/>
    <w:rsid w:val="00364889"/>
    <w:rsid w:val="00371B0B"/>
    <w:rsid w:val="003801CA"/>
    <w:rsid w:val="00386D4F"/>
    <w:rsid w:val="003879FF"/>
    <w:rsid w:val="00391CB5"/>
    <w:rsid w:val="0039347F"/>
    <w:rsid w:val="003A1A4D"/>
    <w:rsid w:val="003B0C5E"/>
    <w:rsid w:val="003B1788"/>
    <w:rsid w:val="003C169C"/>
    <w:rsid w:val="003E3084"/>
    <w:rsid w:val="004030FA"/>
    <w:rsid w:val="00403AC5"/>
    <w:rsid w:val="004064FA"/>
    <w:rsid w:val="00407803"/>
    <w:rsid w:val="00424BDD"/>
    <w:rsid w:val="004336C0"/>
    <w:rsid w:val="00491FBA"/>
    <w:rsid w:val="00493D4A"/>
    <w:rsid w:val="00510B15"/>
    <w:rsid w:val="00512B8B"/>
    <w:rsid w:val="00534522"/>
    <w:rsid w:val="005520B7"/>
    <w:rsid w:val="00584F17"/>
    <w:rsid w:val="005A50E7"/>
    <w:rsid w:val="005C25CF"/>
    <w:rsid w:val="005D1324"/>
    <w:rsid w:val="005D4601"/>
    <w:rsid w:val="00603B06"/>
    <w:rsid w:val="00612472"/>
    <w:rsid w:val="006312F8"/>
    <w:rsid w:val="00631DE7"/>
    <w:rsid w:val="0063211F"/>
    <w:rsid w:val="00634BA7"/>
    <w:rsid w:val="00644E75"/>
    <w:rsid w:val="00646A79"/>
    <w:rsid w:val="00656292"/>
    <w:rsid w:val="00676C69"/>
    <w:rsid w:val="00690ACB"/>
    <w:rsid w:val="006B3A3A"/>
    <w:rsid w:val="006E2854"/>
    <w:rsid w:val="006E7698"/>
    <w:rsid w:val="0070741A"/>
    <w:rsid w:val="007135F2"/>
    <w:rsid w:val="00717702"/>
    <w:rsid w:val="00732CC9"/>
    <w:rsid w:val="00741654"/>
    <w:rsid w:val="00742649"/>
    <w:rsid w:val="00755F07"/>
    <w:rsid w:val="00763B12"/>
    <w:rsid w:val="0076774B"/>
    <w:rsid w:val="00771747"/>
    <w:rsid w:val="00773F42"/>
    <w:rsid w:val="007A0B47"/>
    <w:rsid w:val="007C16E9"/>
    <w:rsid w:val="007D04B0"/>
    <w:rsid w:val="0080417E"/>
    <w:rsid w:val="00835960"/>
    <w:rsid w:val="00847BBB"/>
    <w:rsid w:val="00883CD2"/>
    <w:rsid w:val="008923CE"/>
    <w:rsid w:val="00895F37"/>
    <w:rsid w:val="008A3239"/>
    <w:rsid w:val="008C2F4C"/>
    <w:rsid w:val="008E44F2"/>
    <w:rsid w:val="00904C92"/>
    <w:rsid w:val="00923AC3"/>
    <w:rsid w:val="009324E6"/>
    <w:rsid w:val="0093430C"/>
    <w:rsid w:val="0094347E"/>
    <w:rsid w:val="009674F2"/>
    <w:rsid w:val="009714C9"/>
    <w:rsid w:val="00981AA8"/>
    <w:rsid w:val="009A19C1"/>
    <w:rsid w:val="00A029FB"/>
    <w:rsid w:val="00A1564C"/>
    <w:rsid w:val="00A15DEE"/>
    <w:rsid w:val="00A22BE6"/>
    <w:rsid w:val="00A257DA"/>
    <w:rsid w:val="00A64C3D"/>
    <w:rsid w:val="00A66C2F"/>
    <w:rsid w:val="00A7012D"/>
    <w:rsid w:val="00A7124C"/>
    <w:rsid w:val="00A82F82"/>
    <w:rsid w:val="00A92173"/>
    <w:rsid w:val="00A92B7A"/>
    <w:rsid w:val="00AD3903"/>
    <w:rsid w:val="00AF039F"/>
    <w:rsid w:val="00B010B2"/>
    <w:rsid w:val="00B05DF4"/>
    <w:rsid w:val="00B11D66"/>
    <w:rsid w:val="00B365D1"/>
    <w:rsid w:val="00B37A2D"/>
    <w:rsid w:val="00B7381A"/>
    <w:rsid w:val="00B90B42"/>
    <w:rsid w:val="00BA40AF"/>
    <w:rsid w:val="00BB1B9F"/>
    <w:rsid w:val="00BD3EF0"/>
    <w:rsid w:val="00C0725F"/>
    <w:rsid w:val="00C07C70"/>
    <w:rsid w:val="00C20DE3"/>
    <w:rsid w:val="00C31B3D"/>
    <w:rsid w:val="00C36929"/>
    <w:rsid w:val="00C4772B"/>
    <w:rsid w:val="00C5783B"/>
    <w:rsid w:val="00C61613"/>
    <w:rsid w:val="00C70E87"/>
    <w:rsid w:val="00C8768A"/>
    <w:rsid w:val="00C94F3B"/>
    <w:rsid w:val="00CA06FD"/>
    <w:rsid w:val="00CA5CCE"/>
    <w:rsid w:val="00CB46AE"/>
    <w:rsid w:val="00CB6FBE"/>
    <w:rsid w:val="00CC2D4F"/>
    <w:rsid w:val="00CC3662"/>
    <w:rsid w:val="00CC39B0"/>
    <w:rsid w:val="00CE4552"/>
    <w:rsid w:val="00CF660E"/>
    <w:rsid w:val="00D06343"/>
    <w:rsid w:val="00D21F74"/>
    <w:rsid w:val="00D3168E"/>
    <w:rsid w:val="00D328DA"/>
    <w:rsid w:val="00D329AE"/>
    <w:rsid w:val="00D35589"/>
    <w:rsid w:val="00D363F6"/>
    <w:rsid w:val="00D50CA6"/>
    <w:rsid w:val="00D62D30"/>
    <w:rsid w:val="00D949C6"/>
    <w:rsid w:val="00DA4FBE"/>
    <w:rsid w:val="00DD37F1"/>
    <w:rsid w:val="00E00840"/>
    <w:rsid w:val="00E14872"/>
    <w:rsid w:val="00E20E77"/>
    <w:rsid w:val="00E26624"/>
    <w:rsid w:val="00E34580"/>
    <w:rsid w:val="00E444BE"/>
    <w:rsid w:val="00E4489E"/>
    <w:rsid w:val="00E5608B"/>
    <w:rsid w:val="00E84AF9"/>
    <w:rsid w:val="00EA1110"/>
    <w:rsid w:val="00EB02CC"/>
    <w:rsid w:val="00F14143"/>
    <w:rsid w:val="00F1442B"/>
    <w:rsid w:val="00F428FE"/>
    <w:rsid w:val="00F42F23"/>
    <w:rsid w:val="00F602A3"/>
    <w:rsid w:val="00F75B05"/>
    <w:rsid w:val="00F82A98"/>
    <w:rsid w:val="00F85032"/>
    <w:rsid w:val="00F8696B"/>
    <w:rsid w:val="00F962B8"/>
    <w:rsid w:val="00F9684D"/>
    <w:rsid w:val="00FC0F86"/>
    <w:rsid w:val="00FC4E8C"/>
    <w:rsid w:val="00FC6D6B"/>
    <w:rsid w:val="00FC75BC"/>
    <w:rsid w:val="00FE5B31"/>
    <w:rsid w:val="00FF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85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4552"/>
    <w:pPr>
      <w:tabs>
        <w:tab w:val="right" w:pos="9072"/>
      </w:tabs>
      <w:jc w:val="both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E4552"/>
    <w:pPr>
      <w:keepNext/>
      <w:outlineLvl w:val="0"/>
    </w:pPr>
    <w:rPr>
      <w:rFonts w:ascii="Arial" w:hAnsi="Arial" w:cs="Arial"/>
      <w:b/>
      <w:bCs/>
      <w:sz w:val="40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E4552"/>
    <w:pPr>
      <w:keepNext/>
      <w:jc w:val="center"/>
      <w:outlineLvl w:val="1"/>
    </w:pPr>
    <w:rPr>
      <w:rFonts w:ascii="Arial" w:eastAsia="SimSun" w:hAnsi="Arial" w:cs="Arial"/>
      <w:b/>
      <w:bCs/>
      <w:sz w:val="28"/>
      <w:szCs w:val="28"/>
      <w:lang w:eastAsia="zh-CN" w:bidi="he-IL"/>
    </w:rPr>
  </w:style>
  <w:style w:type="paragraph" w:styleId="berschrift3">
    <w:name w:val="heading 3"/>
    <w:basedOn w:val="Standard"/>
    <w:next w:val="Standard"/>
    <w:qFormat/>
    <w:rsid w:val="00CE4552"/>
    <w:pPr>
      <w:keepNext/>
      <w:outlineLvl w:val="2"/>
    </w:pPr>
    <w:rPr>
      <w:rFonts w:ascii="Arial" w:hAnsi="Arial" w:cs="Arial"/>
      <w:bCs/>
      <w:szCs w:val="26"/>
      <w:lang w:eastAsia="zh-CN" w:bidi="he-IL"/>
    </w:rPr>
  </w:style>
  <w:style w:type="paragraph" w:styleId="berschrift4">
    <w:name w:val="heading 4"/>
    <w:basedOn w:val="Standard"/>
    <w:next w:val="Standard"/>
    <w:link w:val="berschrift4Zchn"/>
    <w:qFormat/>
    <w:rsid w:val="00CE4552"/>
    <w:pPr>
      <w:keepNext/>
      <w:spacing w:after="120"/>
      <w:outlineLvl w:val="3"/>
    </w:pPr>
    <w:rPr>
      <w:rFonts w:ascii="Arial" w:hAnsi="Arial"/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n">
    <w:name w:val="Aufgaben"/>
    <w:basedOn w:val="Standard"/>
    <w:rsid w:val="00CE4552"/>
    <w:pPr>
      <w:ind w:left="425" w:hanging="425"/>
    </w:pPr>
  </w:style>
  <w:style w:type="paragraph" w:customStyle="1" w:styleId="Teilaufgaben">
    <w:name w:val="Teilaufgaben"/>
    <w:basedOn w:val="Aufgaben"/>
    <w:rsid w:val="00CE4552"/>
    <w:pPr>
      <w:ind w:left="850"/>
    </w:pPr>
  </w:style>
  <w:style w:type="paragraph" w:customStyle="1" w:styleId="Liste1">
    <w:name w:val="Liste 1"/>
    <w:basedOn w:val="Standard"/>
    <w:rsid w:val="00DA4FBE"/>
    <w:pPr>
      <w:numPr>
        <w:numId w:val="16"/>
      </w:numPr>
      <w:tabs>
        <w:tab w:val="clear" w:pos="1305"/>
        <w:tab w:val="num" w:pos="851"/>
      </w:tabs>
      <w:ind w:left="851"/>
    </w:pPr>
  </w:style>
  <w:style w:type="paragraph" w:styleId="Liste2">
    <w:name w:val="List 2"/>
    <w:basedOn w:val="Liste1"/>
    <w:rsid w:val="00DA4FBE"/>
    <w:pPr>
      <w:numPr>
        <w:numId w:val="15"/>
      </w:numPr>
      <w:tabs>
        <w:tab w:val="clear" w:pos="1380"/>
        <w:tab w:val="num" w:pos="1134"/>
      </w:tabs>
      <w:ind w:left="1134" w:hanging="283"/>
    </w:pPr>
  </w:style>
  <w:style w:type="paragraph" w:customStyle="1" w:styleId="Quellen">
    <w:name w:val="Quellen"/>
    <w:basedOn w:val="Standard"/>
    <w:rsid w:val="00CE4552"/>
    <w:rPr>
      <w:i/>
      <w:lang w:eastAsia="zh-CN" w:bidi="he-IL"/>
    </w:rPr>
  </w:style>
  <w:style w:type="paragraph" w:customStyle="1" w:styleId="Bewertung">
    <w:name w:val="Bewertung"/>
    <w:basedOn w:val="Aufgaben"/>
    <w:rsid w:val="00CE4552"/>
    <w:pPr>
      <w:pBdr>
        <w:top w:val="single" w:sz="4" w:space="1" w:color="auto"/>
      </w:pBdr>
    </w:pPr>
    <w:rPr>
      <w:b/>
    </w:rPr>
  </w:style>
  <w:style w:type="paragraph" w:customStyle="1" w:styleId="Dateien">
    <w:name w:val="Dateien"/>
    <w:basedOn w:val="Standard"/>
    <w:rsid w:val="00CE4552"/>
    <w:rPr>
      <w:rFonts w:ascii="Courier New" w:hAnsi="Courier New"/>
    </w:rPr>
  </w:style>
  <w:style w:type="paragraph" w:styleId="Fuzeile">
    <w:name w:val="footer"/>
    <w:basedOn w:val="Standard"/>
    <w:link w:val="FuzeileZchn"/>
    <w:uiPriority w:val="99"/>
    <w:unhideWhenUsed/>
    <w:rsid w:val="0036298E"/>
    <w:pPr>
      <w:tabs>
        <w:tab w:val="center" w:pos="4536"/>
      </w:tabs>
    </w:pPr>
  </w:style>
  <w:style w:type="character" w:customStyle="1" w:styleId="FuzeileZchn">
    <w:name w:val="Fußzeile Zchn"/>
    <w:link w:val="Fuzeile"/>
    <w:uiPriority w:val="99"/>
    <w:rsid w:val="0036298E"/>
    <w:rPr>
      <w:sz w:val="24"/>
      <w:szCs w:val="24"/>
    </w:rPr>
  </w:style>
  <w:style w:type="character" w:customStyle="1" w:styleId="berschrift2Zchn">
    <w:name w:val="Überschrift 2 Zchn"/>
    <w:link w:val="berschrift2"/>
    <w:rsid w:val="00C94F3B"/>
    <w:rPr>
      <w:rFonts w:ascii="Arial" w:eastAsia="SimSun" w:hAnsi="Arial" w:cs="Arial"/>
      <w:b/>
      <w:bCs/>
      <w:sz w:val="28"/>
      <w:szCs w:val="28"/>
      <w:lang w:eastAsia="zh-CN" w:bidi="he-IL"/>
    </w:rPr>
  </w:style>
  <w:style w:type="character" w:customStyle="1" w:styleId="berschrift4Zchn">
    <w:name w:val="Überschrift 4 Zchn"/>
    <w:link w:val="berschrift4"/>
    <w:rsid w:val="00C94F3B"/>
    <w:rPr>
      <w:rFonts w:ascii="Arial" w:hAnsi="Arial"/>
      <w:b/>
      <w:bCs/>
      <w:sz w:val="24"/>
      <w:szCs w:val="28"/>
    </w:rPr>
  </w:style>
  <w:style w:type="paragraph" w:styleId="Listenabsatz">
    <w:name w:val="List Paragraph"/>
    <w:basedOn w:val="Standard"/>
    <w:uiPriority w:val="34"/>
    <w:qFormat/>
    <w:rsid w:val="00BD3EF0"/>
    <w:pPr>
      <w:tabs>
        <w:tab w:val="clear" w:pos="907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923AC3"/>
    <w:pPr>
      <w:tabs>
        <w:tab w:val="clear" w:pos="907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23AC3"/>
    <w:rPr>
      <w:rFonts w:ascii="Courier New" w:hAnsi="Courier New" w:cs="Courier New"/>
    </w:rPr>
  </w:style>
  <w:style w:type="table" w:styleId="Tabellenraster">
    <w:name w:val="Table Grid"/>
    <w:basedOn w:val="NormaleTabelle"/>
    <w:uiPriority w:val="59"/>
    <w:rsid w:val="0092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8503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B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4552"/>
    <w:pPr>
      <w:tabs>
        <w:tab w:val="right" w:pos="9072"/>
      </w:tabs>
      <w:jc w:val="both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E4552"/>
    <w:pPr>
      <w:keepNext/>
      <w:outlineLvl w:val="0"/>
    </w:pPr>
    <w:rPr>
      <w:rFonts w:ascii="Arial" w:hAnsi="Arial" w:cs="Arial"/>
      <w:b/>
      <w:bCs/>
      <w:sz w:val="40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E4552"/>
    <w:pPr>
      <w:keepNext/>
      <w:jc w:val="center"/>
      <w:outlineLvl w:val="1"/>
    </w:pPr>
    <w:rPr>
      <w:rFonts w:ascii="Arial" w:eastAsia="SimSun" w:hAnsi="Arial" w:cs="Arial"/>
      <w:b/>
      <w:bCs/>
      <w:sz w:val="28"/>
      <w:szCs w:val="28"/>
      <w:lang w:eastAsia="zh-CN" w:bidi="he-IL"/>
    </w:rPr>
  </w:style>
  <w:style w:type="paragraph" w:styleId="berschrift3">
    <w:name w:val="heading 3"/>
    <w:basedOn w:val="Standard"/>
    <w:next w:val="Standard"/>
    <w:qFormat/>
    <w:rsid w:val="00CE4552"/>
    <w:pPr>
      <w:keepNext/>
      <w:outlineLvl w:val="2"/>
    </w:pPr>
    <w:rPr>
      <w:rFonts w:ascii="Arial" w:hAnsi="Arial" w:cs="Arial"/>
      <w:bCs/>
      <w:szCs w:val="26"/>
      <w:lang w:eastAsia="zh-CN" w:bidi="he-IL"/>
    </w:rPr>
  </w:style>
  <w:style w:type="paragraph" w:styleId="berschrift4">
    <w:name w:val="heading 4"/>
    <w:basedOn w:val="Standard"/>
    <w:next w:val="Standard"/>
    <w:link w:val="berschrift4Zchn"/>
    <w:qFormat/>
    <w:rsid w:val="00CE4552"/>
    <w:pPr>
      <w:keepNext/>
      <w:spacing w:after="120"/>
      <w:outlineLvl w:val="3"/>
    </w:pPr>
    <w:rPr>
      <w:rFonts w:ascii="Arial" w:hAnsi="Arial"/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n">
    <w:name w:val="Aufgaben"/>
    <w:basedOn w:val="Standard"/>
    <w:rsid w:val="00CE4552"/>
    <w:pPr>
      <w:ind w:left="425" w:hanging="425"/>
    </w:pPr>
  </w:style>
  <w:style w:type="paragraph" w:customStyle="1" w:styleId="Teilaufgaben">
    <w:name w:val="Teilaufgaben"/>
    <w:basedOn w:val="Aufgaben"/>
    <w:rsid w:val="00CE4552"/>
    <w:pPr>
      <w:ind w:left="850"/>
    </w:pPr>
  </w:style>
  <w:style w:type="paragraph" w:customStyle="1" w:styleId="Liste1">
    <w:name w:val="Liste 1"/>
    <w:basedOn w:val="Standard"/>
    <w:rsid w:val="00DA4FBE"/>
    <w:pPr>
      <w:numPr>
        <w:numId w:val="16"/>
      </w:numPr>
      <w:tabs>
        <w:tab w:val="clear" w:pos="1305"/>
        <w:tab w:val="num" w:pos="851"/>
      </w:tabs>
      <w:ind w:left="851"/>
    </w:pPr>
  </w:style>
  <w:style w:type="paragraph" w:styleId="Liste2">
    <w:name w:val="List 2"/>
    <w:basedOn w:val="Liste1"/>
    <w:rsid w:val="00DA4FBE"/>
    <w:pPr>
      <w:numPr>
        <w:numId w:val="15"/>
      </w:numPr>
      <w:tabs>
        <w:tab w:val="clear" w:pos="1380"/>
        <w:tab w:val="num" w:pos="1134"/>
      </w:tabs>
      <w:ind w:left="1134" w:hanging="283"/>
    </w:pPr>
  </w:style>
  <w:style w:type="paragraph" w:customStyle="1" w:styleId="Quellen">
    <w:name w:val="Quellen"/>
    <w:basedOn w:val="Standard"/>
    <w:rsid w:val="00CE4552"/>
    <w:rPr>
      <w:i/>
      <w:lang w:eastAsia="zh-CN" w:bidi="he-IL"/>
    </w:rPr>
  </w:style>
  <w:style w:type="paragraph" w:customStyle="1" w:styleId="Bewertung">
    <w:name w:val="Bewertung"/>
    <w:basedOn w:val="Aufgaben"/>
    <w:rsid w:val="00CE4552"/>
    <w:pPr>
      <w:pBdr>
        <w:top w:val="single" w:sz="4" w:space="1" w:color="auto"/>
      </w:pBdr>
    </w:pPr>
    <w:rPr>
      <w:b/>
    </w:rPr>
  </w:style>
  <w:style w:type="paragraph" w:customStyle="1" w:styleId="Dateien">
    <w:name w:val="Dateien"/>
    <w:basedOn w:val="Standard"/>
    <w:rsid w:val="00CE4552"/>
    <w:rPr>
      <w:rFonts w:ascii="Courier New" w:hAnsi="Courier New"/>
    </w:rPr>
  </w:style>
  <w:style w:type="paragraph" w:styleId="Fuzeile">
    <w:name w:val="footer"/>
    <w:basedOn w:val="Standard"/>
    <w:link w:val="FuzeileZchn"/>
    <w:uiPriority w:val="99"/>
    <w:unhideWhenUsed/>
    <w:rsid w:val="0036298E"/>
    <w:pPr>
      <w:tabs>
        <w:tab w:val="center" w:pos="4536"/>
      </w:tabs>
    </w:pPr>
  </w:style>
  <w:style w:type="character" w:customStyle="1" w:styleId="FuzeileZchn">
    <w:name w:val="Fußzeile Zchn"/>
    <w:link w:val="Fuzeile"/>
    <w:uiPriority w:val="99"/>
    <w:rsid w:val="0036298E"/>
    <w:rPr>
      <w:sz w:val="24"/>
      <w:szCs w:val="24"/>
    </w:rPr>
  </w:style>
  <w:style w:type="character" w:customStyle="1" w:styleId="berschrift2Zchn">
    <w:name w:val="Überschrift 2 Zchn"/>
    <w:link w:val="berschrift2"/>
    <w:rsid w:val="00C94F3B"/>
    <w:rPr>
      <w:rFonts w:ascii="Arial" w:eastAsia="SimSun" w:hAnsi="Arial" w:cs="Arial"/>
      <w:b/>
      <w:bCs/>
      <w:sz w:val="28"/>
      <w:szCs w:val="28"/>
      <w:lang w:eastAsia="zh-CN" w:bidi="he-IL"/>
    </w:rPr>
  </w:style>
  <w:style w:type="character" w:customStyle="1" w:styleId="berschrift4Zchn">
    <w:name w:val="Überschrift 4 Zchn"/>
    <w:link w:val="berschrift4"/>
    <w:rsid w:val="00C94F3B"/>
    <w:rPr>
      <w:rFonts w:ascii="Arial" w:hAnsi="Arial"/>
      <w:b/>
      <w:bCs/>
      <w:sz w:val="24"/>
      <w:szCs w:val="28"/>
    </w:rPr>
  </w:style>
  <w:style w:type="paragraph" w:styleId="Listenabsatz">
    <w:name w:val="List Paragraph"/>
    <w:basedOn w:val="Standard"/>
    <w:uiPriority w:val="34"/>
    <w:qFormat/>
    <w:rsid w:val="00BD3EF0"/>
    <w:pPr>
      <w:tabs>
        <w:tab w:val="clear" w:pos="907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923AC3"/>
    <w:pPr>
      <w:tabs>
        <w:tab w:val="clear" w:pos="907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23AC3"/>
    <w:rPr>
      <w:rFonts w:ascii="Courier New" w:hAnsi="Courier New" w:cs="Courier New"/>
    </w:rPr>
  </w:style>
  <w:style w:type="table" w:styleId="Tabellenraster">
    <w:name w:val="Table Grid"/>
    <w:basedOn w:val="NormaleTabelle"/>
    <w:uiPriority w:val="59"/>
    <w:rsid w:val="0092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8503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B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9_20\20L31_Klammernchecker\20L31A_Klammerncheck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20L31A_Klammernchecker.dot</Template>
  <TotalTime>0</TotalTime>
  <Pages>1</Pages>
  <Words>33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Aufgabenname</vt:lpstr>
    </vt:vector>
  </TitlesOfParts>
  <Company>SRZ Dresden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Aufgabenname</dc:title>
  <dc:creator>Roland Neher</dc:creator>
  <cp:lastModifiedBy>unger</cp:lastModifiedBy>
  <cp:revision>3</cp:revision>
  <cp:lastPrinted>2020-10-02T10:42:00Z</cp:lastPrinted>
  <dcterms:created xsi:type="dcterms:W3CDTF">2021-10-05T14:20:00Z</dcterms:created>
  <dcterms:modified xsi:type="dcterms:W3CDTF">2021-10-05T14:22:00Z</dcterms:modified>
</cp:coreProperties>
</file>